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85F" w:rsidRPr="005A566B" w:rsidRDefault="00EB085F" w:rsidP="0092285A">
      <w:pPr>
        <w:pStyle w:val="Title"/>
        <w:rPr>
          <w:b/>
          <w:sz w:val="36"/>
          <w:szCs w:val="36"/>
          <w:u w:val="single"/>
        </w:rPr>
      </w:pPr>
      <w:r w:rsidRPr="005A566B">
        <w:rPr>
          <w:b/>
          <w:sz w:val="36"/>
          <w:szCs w:val="36"/>
          <w:u w:val="single"/>
        </w:rPr>
        <w:t>Psychology II</w:t>
      </w:r>
    </w:p>
    <w:p w:rsidR="00EB085F" w:rsidRPr="00AA3FAE" w:rsidRDefault="00EB085F">
      <w:pPr>
        <w:pStyle w:val="Title"/>
        <w:rPr>
          <w:i/>
          <w:iCs/>
          <w:szCs w:val="32"/>
        </w:rPr>
      </w:pPr>
      <w:r>
        <w:rPr>
          <w:i/>
          <w:iCs/>
          <w:szCs w:val="32"/>
        </w:rPr>
        <w:t>Spring Semester -2012-</w:t>
      </w:r>
    </w:p>
    <w:p w:rsidR="00EB085F" w:rsidRPr="005A566B" w:rsidRDefault="00EB085F">
      <w:pPr>
        <w:pStyle w:val="Subtitle"/>
        <w:rPr>
          <w:szCs w:val="28"/>
        </w:rPr>
      </w:pPr>
      <w:r w:rsidRPr="005A566B">
        <w:rPr>
          <w:szCs w:val="28"/>
        </w:rPr>
        <w:t xml:space="preserve">-Mr. Ranweiler- </w:t>
      </w:r>
    </w:p>
    <w:p w:rsidR="00EB085F" w:rsidRPr="0092285A" w:rsidRDefault="00EB085F">
      <w:pPr>
        <w:pStyle w:val="Subtitle"/>
        <w:rPr>
          <w:sz w:val="24"/>
        </w:rPr>
      </w:pPr>
      <w:r>
        <w:rPr>
          <w:sz w:val="24"/>
        </w:rPr>
        <w:t>Room 205</w:t>
      </w:r>
    </w:p>
    <w:p w:rsidR="00EB085F" w:rsidRDefault="00EB085F" w:rsidP="00063BBA">
      <w:pPr>
        <w:pStyle w:val="Subtitle"/>
        <w:rPr>
          <w:szCs w:val="28"/>
        </w:rPr>
      </w:pPr>
      <w:hyperlink r:id="rId5" w:history="1">
        <w:r w:rsidRPr="0005526E">
          <w:rPr>
            <w:rStyle w:val="Hyperlink"/>
            <w:szCs w:val="28"/>
          </w:rPr>
          <w:t>ranweilerc@thompson.k12.co.us</w:t>
        </w:r>
      </w:hyperlink>
      <w:r w:rsidRPr="0005526E">
        <w:rPr>
          <w:szCs w:val="28"/>
        </w:rPr>
        <w:t xml:space="preserve"> / 970.613.7729</w:t>
      </w:r>
    </w:p>
    <w:p w:rsidR="00EB085F" w:rsidRDefault="00EB085F" w:rsidP="00063BBA">
      <w:pPr>
        <w:pStyle w:val="Subtitle"/>
        <w:rPr>
          <w:szCs w:val="28"/>
        </w:rPr>
      </w:pPr>
    </w:p>
    <w:p w:rsidR="00EB085F" w:rsidRDefault="00EB085F" w:rsidP="00063BBA">
      <w:pPr>
        <w:pStyle w:val="Subtitle"/>
        <w:rPr>
          <w:szCs w:val="28"/>
        </w:rPr>
      </w:pPr>
      <w:r>
        <w:rPr>
          <w:szCs w:val="28"/>
        </w:rPr>
        <w:t>wikispace: ranweiler-socialsciences.wikispaces.com</w:t>
      </w:r>
    </w:p>
    <w:p w:rsidR="00EB085F" w:rsidRPr="0005526E" w:rsidRDefault="00EB085F" w:rsidP="00063BBA">
      <w:pPr>
        <w:pStyle w:val="Subtitle"/>
        <w:rPr>
          <w:szCs w:val="28"/>
        </w:rPr>
      </w:pPr>
    </w:p>
    <w:p w:rsidR="00EB085F" w:rsidRDefault="00EB085F" w:rsidP="00063BBA">
      <w:pPr>
        <w:pStyle w:val="Subtitle"/>
        <w:rPr>
          <w:sz w:val="24"/>
        </w:rPr>
      </w:pPr>
      <w:r w:rsidRPr="001237C8">
        <w:rPr>
          <w:b/>
          <w:i/>
          <w:sz w:val="24"/>
        </w:rPr>
        <w:t>I am available</w:t>
      </w:r>
      <w:r w:rsidRPr="001237C8">
        <w:rPr>
          <w:sz w:val="24"/>
        </w:rPr>
        <w:t>…</w:t>
      </w:r>
      <w:r>
        <w:rPr>
          <w:sz w:val="24"/>
        </w:rPr>
        <w:t>b</w:t>
      </w:r>
      <w:r w:rsidRPr="001237C8">
        <w:rPr>
          <w:sz w:val="24"/>
        </w:rPr>
        <w:t>efore and after school, lunch by appointment.</w:t>
      </w:r>
    </w:p>
    <w:p w:rsidR="00EB085F" w:rsidRPr="001237C8" w:rsidRDefault="00EB085F" w:rsidP="00063BBA">
      <w:pPr>
        <w:pStyle w:val="Subtitle"/>
        <w:rPr>
          <w:sz w:val="24"/>
        </w:rPr>
      </w:pPr>
      <w:r>
        <w:rPr>
          <w:sz w:val="24"/>
        </w:rPr>
        <w:t>My p</w:t>
      </w:r>
      <w:r w:rsidRPr="001237C8">
        <w:rPr>
          <w:sz w:val="24"/>
        </w:rPr>
        <w:t>lanning periods are ____ and ____.</w:t>
      </w:r>
    </w:p>
    <w:p w:rsidR="00EB085F" w:rsidRPr="00017977" w:rsidRDefault="00EB085F" w:rsidP="001237C8">
      <w:pPr>
        <w:jc w:val="center"/>
        <w:rPr>
          <w:b/>
        </w:rPr>
      </w:pPr>
      <w:r w:rsidRPr="007B12EE">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i1025" type="#_x0000_t75" style="width:36.75pt;height:39pt;visibility:visible">
            <v:imagedata r:id="rId6" o:title=""/>
          </v:shape>
        </w:pict>
      </w:r>
      <w:r w:rsidRPr="00017977">
        <w:rPr>
          <w:b/>
        </w:rPr>
        <w:tab/>
      </w:r>
    </w:p>
    <w:p w:rsidR="00EB085F" w:rsidRPr="00017977" w:rsidRDefault="00EB085F" w:rsidP="000144CC">
      <w:pPr>
        <w:pStyle w:val="Heading1"/>
        <w:ind w:firstLine="720"/>
        <w:jc w:val="left"/>
        <w:rPr>
          <w:b/>
          <w:sz w:val="24"/>
        </w:rPr>
      </w:pPr>
      <w:r w:rsidRPr="00017977">
        <w:rPr>
          <w:b/>
          <w:sz w:val="24"/>
        </w:rPr>
        <w:t>Psychology</w:t>
      </w:r>
      <w:r>
        <w:rPr>
          <w:b/>
          <w:sz w:val="24"/>
        </w:rPr>
        <w:t xml:space="preserve"> II is a continuation of the Psychology I foundations.  It will involve more in depth looks into theories, testing, stress, disorders, therapy and other extensions of the field.  Participation is a necessity.  Exams, projects, Socratic seminars and presentations will be used during the semester.</w:t>
      </w:r>
    </w:p>
    <w:p w:rsidR="00EB085F" w:rsidRPr="00017977" w:rsidRDefault="00EB085F" w:rsidP="00692A77">
      <w:pPr>
        <w:pStyle w:val="Heading1"/>
        <w:jc w:val="left"/>
        <w:rPr>
          <w:b/>
          <w:sz w:val="24"/>
        </w:rPr>
      </w:pPr>
    </w:p>
    <w:p w:rsidR="00EB085F" w:rsidRDefault="00EB085F" w:rsidP="00C806B2">
      <w:pPr>
        <w:pStyle w:val="Heading1"/>
        <w:jc w:val="left"/>
        <w:rPr>
          <w:b/>
          <w:sz w:val="24"/>
        </w:rPr>
      </w:pPr>
      <w:r w:rsidRPr="00017977">
        <w:rPr>
          <w:b/>
          <w:sz w:val="24"/>
        </w:rPr>
        <w:t>It is a semester course and covers the following areas:</w:t>
      </w:r>
    </w:p>
    <w:p w:rsidR="00EB085F" w:rsidRPr="00063BBA" w:rsidRDefault="00EB085F" w:rsidP="00017977">
      <w:r>
        <w:t>Developmental Psychology, Intelligence, Personality Theories, Psychological Testing, Stress &amp; Health, Psychological Disorders, Therapy, Social Psychology</w:t>
      </w:r>
    </w:p>
    <w:p w:rsidR="00EB085F" w:rsidRDefault="00EB085F" w:rsidP="00636E4F">
      <w:pPr>
        <w:rPr>
          <w:i/>
          <w:iCs/>
        </w:rPr>
      </w:pPr>
    </w:p>
    <w:p w:rsidR="00EB085F" w:rsidRPr="00071114" w:rsidRDefault="00EB085F" w:rsidP="00636E4F">
      <w:pPr>
        <w:rPr>
          <w:b/>
          <w:i/>
          <w:iCs/>
        </w:rPr>
      </w:pPr>
      <w:r w:rsidRPr="00071114">
        <w:rPr>
          <w:b/>
          <w:i/>
          <w:iCs/>
        </w:rPr>
        <w:t>Expectations:</w:t>
      </w:r>
    </w:p>
    <w:p w:rsidR="00EB085F" w:rsidRPr="00C806B2" w:rsidRDefault="00EB085F">
      <w:pPr>
        <w:rPr>
          <w:b/>
          <w:u w:val="single"/>
        </w:rPr>
      </w:pPr>
      <w:r w:rsidRPr="00C806B2">
        <w:rPr>
          <w:b/>
          <w:u w:val="single"/>
        </w:rPr>
        <w:t>WE</w:t>
      </w:r>
    </w:p>
    <w:p w:rsidR="00EB085F" w:rsidRPr="00C806B2" w:rsidRDefault="00EB085F">
      <w:pPr>
        <w:rPr>
          <w:u w:val="single"/>
        </w:rPr>
      </w:pPr>
      <w:r w:rsidRPr="00C806B2">
        <w:rPr>
          <w:b/>
          <w:u w:val="single"/>
        </w:rPr>
        <w:t>A</w:t>
      </w:r>
      <w:r>
        <w:rPr>
          <w:u w:val="single"/>
        </w:rPr>
        <w:t>chieve-</w:t>
      </w:r>
    </w:p>
    <w:p w:rsidR="00EB085F" w:rsidRDefault="00EB085F">
      <w:pPr>
        <w:rPr>
          <w:u w:val="single"/>
        </w:rPr>
      </w:pPr>
      <w:r w:rsidRPr="00C806B2">
        <w:rPr>
          <w:b/>
          <w:u w:val="single"/>
        </w:rPr>
        <w:t>R</w:t>
      </w:r>
      <w:r>
        <w:rPr>
          <w:u w:val="single"/>
        </w:rPr>
        <w:t>espect-</w:t>
      </w:r>
    </w:p>
    <w:p w:rsidR="00EB085F" w:rsidRDefault="00EB085F">
      <w:pPr>
        <w:rPr>
          <w:u w:val="single"/>
        </w:rPr>
      </w:pPr>
      <w:r w:rsidRPr="00C806B2">
        <w:rPr>
          <w:b/>
          <w:u w:val="single"/>
        </w:rPr>
        <w:t>E</w:t>
      </w:r>
      <w:r>
        <w:rPr>
          <w:u w:val="single"/>
        </w:rPr>
        <w:t>ngage-</w:t>
      </w:r>
    </w:p>
    <w:p w:rsidR="00EB085F" w:rsidRPr="00C806B2" w:rsidRDefault="00EB085F">
      <w:pPr>
        <w:rPr>
          <w:b/>
          <w:u w:val="single"/>
        </w:rPr>
      </w:pPr>
      <w:r w:rsidRPr="00C806B2">
        <w:rPr>
          <w:b/>
          <w:u w:val="single"/>
        </w:rPr>
        <w:t>SPARTANS!</w:t>
      </w:r>
    </w:p>
    <w:p w:rsidR="00EB085F" w:rsidRDefault="00EB085F"/>
    <w:p w:rsidR="00EB085F" w:rsidRDefault="00EB085F" w:rsidP="00C806B2">
      <w:r w:rsidRPr="00411BD5">
        <w:rPr>
          <w:b/>
          <w:i/>
          <w:u w:val="single"/>
        </w:rPr>
        <w:t>Materials</w:t>
      </w:r>
      <w:r w:rsidRPr="00071114">
        <w:rPr>
          <w:b/>
        </w:rPr>
        <w:t>:</w:t>
      </w:r>
      <w:r>
        <w:t xml:space="preserve"> bring your textbook to every class, binder/folder, notebook, pen, pencil, motivation, and curiosity.</w:t>
      </w:r>
    </w:p>
    <w:p w:rsidR="00EB085F" w:rsidRDefault="00EB085F" w:rsidP="00C806B2">
      <w:r w:rsidRPr="00411BD5">
        <w:rPr>
          <w:b/>
          <w:i/>
          <w:u w:val="single"/>
        </w:rPr>
        <w:t>Grading</w:t>
      </w:r>
      <w:r w:rsidRPr="00071114">
        <w:rPr>
          <w:b/>
        </w:rPr>
        <w:t>:</w:t>
      </w:r>
      <w:r>
        <w:t xml:space="preserve"> 100%-90%=A    89%-80%=B    79%-70%=C    69%-60%=D    &lt;60%=F</w:t>
      </w:r>
    </w:p>
    <w:p w:rsidR="00EB085F" w:rsidRDefault="00EB085F" w:rsidP="00C806B2">
      <w:r w:rsidRPr="00411BD5">
        <w:rPr>
          <w:b/>
          <w:i/>
          <w:u w:val="single"/>
        </w:rPr>
        <w:t>Late work</w:t>
      </w:r>
      <w:r w:rsidRPr="00071114">
        <w:rPr>
          <w:b/>
        </w:rPr>
        <w:t>:</w:t>
      </w:r>
      <w:r>
        <w:t xml:space="preserve"> Prearranged absences will be addressed on an individual basis.  Assignments turned in up to 7 calendar days will have 25% taken off.  Work turned in after 7 calendar days will not be accepted.</w:t>
      </w:r>
    </w:p>
    <w:p w:rsidR="00EB085F" w:rsidRDefault="00EB085F" w:rsidP="00C806B2">
      <w:r w:rsidRPr="00411BD5">
        <w:rPr>
          <w:b/>
          <w:i/>
          <w:u w:val="single"/>
        </w:rPr>
        <w:t>Make-up work</w:t>
      </w:r>
      <w:r w:rsidRPr="00071114">
        <w:rPr>
          <w:b/>
          <w:i/>
        </w:rPr>
        <w:t>:</w:t>
      </w:r>
      <w:r>
        <w:t xml:space="preserve">  It is YOUR responsibility to make up any work that has been missed.  </w:t>
      </w:r>
      <w:r w:rsidRPr="00411BD5">
        <w:rPr>
          <w:i/>
        </w:rPr>
        <w:t>Check the bulletin board and find the date you were absent</w:t>
      </w:r>
      <w:r>
        <w:t xml:space="preserve">.  </w:t>
      </w:r>
    </w:p>
    <w:p w:rsidR="00EB085F" w:rsidRDefault="00EB085F" w:rsidP="00C806B2">
      <w:r>
        <w:t>You have one day for every excused day absent to make up your work.</w:t>
      </w:r>
    </w:p>
    <w:p w:rsidR="00EB085F" w:rsidRPr="00411BD5" w:rsidRDefault="00EB085F" w:rsidP="00C806B2">
      <w:pPr>
        <w:rPr>
          <w:b/>
          <w:i/>
          <w:u w:val="single"/>
        </w:rPr>
      </w:pPr>
      <w:r w:rsidRPr="00411BD5">
        <w:rPr>
          <w:b/>
          <w:i/>
          <w:u w:val="single"/>
        </w:rPr>
        <w:t>Cell</w:t>
      </w:r>
      <w:r>
        <w:rPr>
          <w:b/>
          <w:i/>
          <w:u w:val="single"/>
        </w:rPr>
        <w:t xml:space="preserve"> </w:t>
      </w:r>
      <w:r w:rsidRPr="00411BD5">
        <w:rPr>
          <w:b/>
          <w:i/>
          <w:u w:val="single"/>
        </w:rPr>
        <w:t>phones, etc.</w:t>
      </w:r>
    </w:p>
    <w:p w:rsidR="00EB085F" w:rsidRDefault="00EB085F" w:rsidP="00C806B2">
      <w:r>
        <w:t>Be respectful of where you are.</w:t>
      </w:r>
    </w:p>
    <w:p w:rsidR="00EB085F" w:rsidRDefault="00EB085F" w:rsidP="00C806B2">
      <w:r>
        <w:t>(Check the BHS or district website if you need a refresher of the policy.)</w:t>
      </w:r>
    </w:p>
    <w:p w:rsidR="00EB085F" w:rsidRPr="00AA37F1" w:rsidRDefault="00EB085F">
      <w:pPr>
        <w:rPr>
          <w:b/>
          <w:i/>
        </w:rPr>
      </w:pPr>
      <w:r w:rsidRPr="00411BD5">
        <w:rPr>
          <w:b/>
          <w:i/>
          <w:u w:val="single"/>
        </w:rPr>
        <w:t>Fire Drills</w:t>
      </w:r>
      <w:r w:rsidRPr="00071114">
        <w:rPr>
          <w:b/>
          <w:i/>
        </w:rPr>
        <w:t>:</w:t>
      </w:r>
      <w:r>
        <w:rPr>
          <w:b/>
          <w:i/>
        </w:rPr>
        <w:t xml:space="preserve">  </w:t>
      </w:r>
      <w:r>
        <w:t>Please go left from the classroom entrance and down the stairs on the west side of the building.  Exit the doors facing north, line up in the parking lot and look for me.</w:t>
      </w:r>
    </w:p>
    <w:sectPr w:rsidR="00EB085F" w:rsidRPr="00AA37F1" w:rsidSect="0006360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34C60"/>
    <w:multiLevelType w:val="hybridMultilevel"/>
    <w:tmpl w:val="A4EEBF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3FAE"/>
    <w:rsid w:val="000144CC"/>
    <w:rsid w:val="00017977"/>
    <w:rsid w:val="0005526E"/>
    <w:rsid w:val="00063601"/>
    <w:rsid w:val="00063BBA"/>
    <w:rsid w:val="00071114"/>
    <w:rsid w:val="000C4BEA"/>
    <w:rsid w:val="001237C8"/>
    <w:rsid w:val="002A4CAD"/>
    <w:rsid w:val="003342D3"/>
    <w:rsid w:val="00363571"/>
    <w:rsid w:val="003D6D51"/>
    <w:rsid w:val="00411BD5"/>
    <w:rsid w:val="004C782D"/>
    <w:rsid w:val="005A566B"/>
    <w:rsid w:val="00636E4F"/>
    <w:rsid w:val="00692A77"/>
    <w:rsid w:val="006F68F5"/>
    <w:rsid w:val="007B0EEB"/>
    <w:rsid w:val="007B12EE"/>
    <w:rsid w:val="00827885"/>
    <w:rsid w:val="008E1B47"/>
    <w:rsid w:val="0092285A"/>
    <w:rsid w:val="00A0437E"/>
    <w:rsid w:val="00A83DFA"/>
    <w:rsid w:val="00AA37F1"/>
    <w:rsid w:val="00AA3FAE"/>
    <w:rsid w:val="00B95E63"/>
    <w:rsid w:val="00BF28E7"/>
    <w:rsid w:val="00C46B86"/>
    <w:rsid w:val="00C806B2"/>
    <w:rsid w:val="00D333A4"/>
    <w:rsid w:val="00E0379C"/>
    <w:rsid w:val="00EB085F"/>
    <w:rsid w:val="00FB4DB0"/>
    <w:rsid w:val="00FE3A6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601"/>
    <w:rPr>
      <w:sz w:val="24"/>
      <w:szCs w:val="24"/>
    </w:rPr>
  </w:style>
  <w:style w:type="paragraph" w:styleId="Heading1">
    <w:name w:val="heading 1"/>
    <w:basedOn w:val="Normal"/>
    <w:next w:val="Normal"/>
    <w:link w:val="Heading1Char"/>
    <w:uiPriority w:val="99"/>
    <w:qFormat/>
    <w:rsid w:val="00063601"/>
    <w:pPr>
      <w:keepNext/>
      <w:jc w:val="center"/>
      <w:outlineLvl w:val="0"/>
    </w:pPr>
    <w:rPr>
      <w:sz w:val="32"/>
    </w:rPr>
  </w:style>
  <w:style w:type="paragraph" w:styleId="Heading2">
    <w:name w:val="heading 2"/>
    <w:basedOn w:val="Normal"/>
    <w:next w:val="Normal"/>
    <w:link w:val="Heading2Char"/>
    <w:uiPriority w:val="99"/>
    <w:qFormat/>
    <w:rsid w:val="00063601"/>
    <w:pPr>
      <w:keepNext/>
      <w:outlineLvl w:val="1"/>
    </w:pPr>
    <w:rPr>
      <w:i/>
      <w:iCs/>
    </w:rPr>
  </w:style>
  <w:style w:type="paragraph" w:styleId="Heading3">
    <w:name w:val="heading 3"/>
    <w:basedOn w:val="Normal"/>
    <w:next w:val="Normal"/>
    <w:link w:val="Heading3Char"/>
    <w:uiPriority w:val="99"/>
    <w:qFormat/>
    <w:rsid w:val="00063601"/>
    <w:pPr>
      <w:keepNext/>
      <w:outlineLvl w:val="2"/>
    </w:pPr>
    <w:rPr>
      <w:b/>
      <w:bCs/>
      <w:sz w:val="16"/>
    </w:rPr>
  </w:style>
  <w:style w:type="paragraph" w:styleId="Heading4">
    <w:name w:val="heading 4"/>
    <w:basedOn w:val="Normal"/>
    <w:next w:val="Normal"/>
    <w:link w:val="Heading4Char"/>
    <w:uiPriority w:val="99"/>
    <w:qFormat/>
    <w:rsid w:val="00063601"/>
    <w:pPr>
      <w:keepNext/>
      <w:outlineLvl w:val="3"/>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rPr>
  </w:style>
  <w:style w:type="paragraph" w:styleId="Title">
    <w:name w:val="Title"/>
    <w:basedOn w:val="Normal"/>
    <w:link w:val="TitleChar"/>
    <w:uiPriority w:val="99"/>
    <w:qFormat/>
    <w:rsid w:val="00063601"/>
    <w:pPr>
      <w:jc w:val="center"/>
    </w:pPr>
    <w:rPr>
      <w:sz w:val="32"/>
    </w:rPr>
  </w:style>
  <w:style w:type="character" w:customStyle="1" w:styleId="TitleChar">
    <w:name w:val="Title Char"/>
    <w:basedOn w:val="DefaultParagraphFont"/>
    <w:link w:val="Title"/>
    <w:uiPriority w:val="99"/>
    <w:locked/>
    <w:rPr>
      <w:rFonts w:ascii="Cambria" w:hAnsi="Cambria" w:cs="Times New Roman"/>
      <w:b/>
      <w:bCs/>
      <w:kern w:val="28"/>
      <w:sz w:val="32"/>
      <w:szCs w:val="32"/>
    </w:rPr>
  </w:style>
  <w:style w:type="paragraph" w:styleId="Subtitle">
    <w:name w:val="Subtitle"/>
    <w:basedOn w:val="Normal"/>
    <w:link w:val="SubtitleChar"/>
    <w:uiPriority w:val="99"/>
    <w:qFormat/>
    <w:rsid w:val="00063601"/>
    <w:pPr>
      <w:jc w:val="center"/>
    </w:pPr>
    <w:rPr>
      <w:sz w:val="28"/>
    </w:rPr>
  </w:style>
  <w:style w:type="character" w:customStyle="1" w:styleId="SubtitleChar">
    <w:name w:val="Subtitle Char"/>
    <w:basedOn w:val="DefaultParagraphFont"/>
    <w:link w:val="Subtitle"/>
    <w:uiPriority w:val="99"/>
    <w:locked/>
    <w:rPr>
      <w:rFonts w:ascii="Cambria" w:hAnsi="Cambria" w:cs="Times New Roman"/>
      <w:sz w:val="24"/>
      <w:szCs w:val="24"/>
    </w:rPr>
  </w:style>
  <w:style w:type="paragraph" w:styleId="BodyTextIndent">
    <w:name w:val="Body Text Indent"/>
    <w:basedOn w:val="Normal"/>
    <w:link w:val="BodyTextIndentChar"/>
    <w:uiPriority w:val="99"/>
    <w:rsid w:val="00063601"/>
    <w:pPr>
      <w:ind w:firstLine="720"/>
      <w:jc w:val="center"/>
    </w:pPr>
    <w:rPr>
      <w:i/>
      <w:iCs/>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character" w:styleId="Hyperlink">
    <w:name w:val="Hyperlink"/>
    <w:basedOn w:val="DefaultParagraphFont"/>
    <w:uiPriority w:val="99"/>
    <w:rsid w:val="00063601"/>
    <w:rPr>
      <w:rFonts w:cs="Times New Roman"/>
      <w:color w:val="0000FF"/>
      <w:u w:val="single"/>
    </w:rPr>
  </w:style>
  <w:style w:type="paragraph" w:styleId="BalloonText">
    <w:name w:val="Balloon Text"/>
    <w:basedOn w:val="Normal"/>
    <w:link w:val="BalloonTextChar"/>
    <w:uiPriority w:val="99"/>
    <w:rsid w:val="00827885"/>
    <w:rPr>
      <w:rFonts w:ascii="Tahoma" w:hAnsi="Tahoma" w:cs="Tahoma"/>
      <w:sz w:val="16"/>
      <w:szCs w:val="16"/>
    </w:rPr>
  </w:style>
  <w:style w:type="character" w:customStyle="1" w:styleId="BalloonTextChar">
    <w:name w:val="Balloon Text Char"/>
    <w:basedOn w:val="DefaultParagraphFont"/>
    <w:link w:val="BalloonText"/>
    <w:uiPriority w:val="99"/>
    <w:locked/>
    <w:rsid w:val="0082788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hyperlink" Target="mailto:ranweilerc@thompson.k12.co.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1</Pages>
  <Words>268</Words>
  <Characters>1531</Characters>
  <Application>Microsoft Office Outlook</Application>
  <DocSecurity>0</DocSecurity>
  <Lines>0</Lines>
  <Paragraphs>0</Paragraphs>
  <ScaleCrop>false</ScaleCrop>
  <Company>Turner Middle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subject/>
  <dc:creator>Thompson R-2J</dc:creator>
  <cp:keywords/>
  <dc:description/>
  <cp:lastModifiedBy>Curtis Ranweiler</cp:lastModifiedBy>
  <cp:revision>3</cp:revision>
  <cp:lastPrinted>2009-08-14T20:03:00Z</cp:lastPrinted>
  <dcterms:created xsi:type="dcterms:W3CDTF">2012-01-06T17:51:00Z</dcterms:created>
  <dcterms:modified xsi:type="dcterms:W3CDTF">2012-01-08T18:27:00Z</dcterms:modified>
</cp:coreProperties>
</file>